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7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030D7924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020C61">
              <w:t>005</w:t>
            </w:r>
          </w:p>
          <w:p w14:paraId="56E31633" w14:textId="3A0501C4" w:rsidR="00F105BA" w:rsidRDefault="003A3C31" w:rsidP="00FC36C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3-03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020C61">
                  <w:t>March 3,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1B56108A" w:rsidR="00F105BA" w:rsidRDefault="003A3C31">
            <w:pPr>
              <w:pStyle w:val="Heading3"/>
            </w:pPr>
            <w:r>
              <w:t>TO</w:t>
            </w:r>
          </w:p>
          <w:p w14:paraId="7EBFB37F" w14:textId="77777777" w:rsidR="00F105BA" w:rsidRDefault="00020C61" w:rsidP="00FC36CA">
            <w:pPr>
              <w:pStyle w:val="NoSpacing"/>
            </w:pPr>
            <w:r>
              <w:t>SecurIT</w:t>
            </w:r>
          </w:p>
          <w:p w14:paraId="22E8EA50" w14:textId="3D7C9BD5" w:rsidR="00020C61" w:rsidRDefault="00020C61" w:rsidP="00FC36CA">
            <w:pPr>
              <w:pStyle w:val="NoSpacing"/>
            </w:pPr>
            <w:r w:rsidRPr="00020C61">
              <w:t>SECURITGROUP21@GMAIL.COM</w:t>
            </w:r>
          </w:p>
        </w:tc>
        <w:tc>
          <w:tcPr>
            <w:tcW w:w="4675" w:type="dxa"/>
          </w:tcPr>
          <w:p w14:paraId="5C71B3BC" w14:textId="143E4F98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020C61">
              <w:t>Maintenance + Updates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14:paraId="7EFB9A31" w14:textId="77777777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6D4AD79D" w:rsidR="00F105BA" w:rsidRDefault="00020C61" w:rsidP="00020C61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Maintenance + Updates </w:t>
            </w:r>
          </w:p>
        </w:tc>
        <w:tc>
          <w:tcPr>
            <w:tcW w:w="2245" w:type="dxa"/>
          </w:tcPr>
          <w:p w14:paraId="4DF8D9FA" w14:textId="5B6B6A1A" w:rsidR="00F105BA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  <w:bookmarkStart w:id="0" w:name="_GoBack"/>
            <w:bookmarkEnd w:id="0"/>
          </w:p>
        </w:tc>
      </w:tr>
      <w:tr w:rsidR="00F105BA" w14:paraId="6C87A60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BF1C2D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245" w:type="dxa"/>
          </w:tcPr>
          <w:p w14:paraId="470B8FF8" w14:textId="4BA8E2D8" w:rsidR="001C0A8E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1C0A8E" w14:paraId="3333A9F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07832AB9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  <w:r w:rsidR="00020C61">
              <w:rPr>
                <w:b w:val="0"/>
              </w:rPr>
              <w:t xml:space="preserve"> 10%</w:t>
            </w:r>
          </w:p>
        </w:tc>
        <w:tc>
          <w:tcPr>
            <w:tcW w:w="2245" w:type="dxa"/>
          </w:tcPr>
          <w:p w14:paraId="57675BA5" w14:textId="631DC108" w:rsidR="001C0A8E" w:rsidRDefault="00FC36CA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45.46</w:t>
            </w:r>
          </w:p>
        </w:tc>
      </w:tr>
      <w:tr w:rsidR="001C0A8E" w14:paraId="74D1BCF8" w14:textId="77777777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14:paraId="5E2CB968" w14:textId="76FB7A14" w:rsidR="001C0A8E" w:rsidRDefault="00FC36CA" w:rsidP="00020C61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500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F9AA5" w14:textId="77777777" w:rsidR="00F80831" w:rsidRDefault="00F80831">
      <w:pPr>
        <w:spacing w:line="240" w:lineRule="auto"/>
      </w:pPr>
      <w:r>
        <w:separator/>
      </w:r>
    </w:p>
  </w:endnote>
  <w:endnote w:type="continuationSeparator" w:id="0">
    <w:p w14:paraId="28468610" w14:textId="77777777" w:rsidR="00F80831" w:rsidRDefault="00F808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 w:rsidR="00F80831">
      <w:fldChar w:fldCharType="begin"/>
    </w:r>
    <w:r w:rsidR="00F80831">
      <w:instrText xml:space="preserve"> NUMPAGES  \* Arabic  \* MERGEFORMAT </w:instrText>
    </w:r>
    <w:r w:rsidR="00F80831">
      <w:fldChar w:fldCharType="separate"/>
    </w:r>
    <w:r>
      <w:rPr>
        <w:noProof/>
      </w:rPr>
      <w:t>2</w:t>
    </w:r>
    <w:r w:rsidR="00F8083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93146" w14:textId="77777777" w:rsidR="00F80831" w:rsidRDefault="00F80831">
      <w:pPr>
        <w:spacing w:line="240" w:lineRule="auto"/>
      </w:pPr>
      <w:r>
        <w:separator/>
      </w:r>
    </w:p>
  </w:footnote>
  <w:footnote w:type="continuationSeparator" w:id="0">
    <w:p w14:paraId="040B20A4" w14:textId="77777777" w:rsidR="00F80831" w:rsidRDefault="00F8083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020C61"/>
    <w:rsid w:val="001C0A8E"/>
    <w:rsid w:val="003A3C31"/>
    <w:rsid w:val="0045004C"/>
    <w:rsid w:val="00777A35"/>
    <w:rsid w:val="009146C0"/>
    <w:rsid w:val="00A4323D"/>
    <w:rsid w:val="00B84074"/>
    <w:rsid w:val="00C06D04"/>
    <w:rsid w:val="00CB371C"/>
    <w:rsid w:val="00F105BA"/>
    <w:rsid w:val="00F80831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  <w15:docId w15:val="{B62EFC6A-6751-4239-BE61-C085EB84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osesoftwareguy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6556C8"/>
    <w:rsid w:val="007670A4"/>
    <w:rsid w:val="00915CC9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Jacky Yang</cp:lastModifiedBy>
  <cp:revision>2</cp:revision>
  <dcterms:created xsi:type="dcterms:W3CDTF">2014-04-03T08:51:00Z</dcterms:created>
  <dcterms:modified xsi:type="dcterms:W3CDTF">2014-04-03T08:51:00Z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